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广发质量优选股票型证券投资基金（广发质量优选股票A）基金产品资料概要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2025年11月17日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2025年11月25日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广发质量优选股票</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025788</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广发质量优选股票A</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025788</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中国建设银行股份有限公司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股票型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杨冬</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2006-07-01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后，连续20个工作日出现基金份额持有人数量不满200人或者基金资产净值低于5,000万元人民币情形的，基金管理人应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法律法规或中国证监会另有规定时，从其规定。</w:t>
            </w:r>
          </w:p>
        </w:tc>
      </w:tr>
    </w:tbl>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本基金在有效控制组合风险并保持良好流动性的前提下，通过精选优质上市公司股票，追求超越业绩比较基准的投资回报。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投资范围为具有良好流动性的金融工具，包括国内依法发行上市的股票（包括创业板、科创板及其他依法发行上市的股票、存托凭证）、港股通标的股票、债券（国债、地方政府债、金融债、企业债、公司债、次级债、可转换债券（含可分离交易可转债）、可交换债券、央行票据、中期票据、短期融资券（包括超短期融资券）等）、资产支持证券、债券回购、同业存单、银行存款、货币市场工具、股指期货、国债期货、股票期权以及法律法规或中国证监会允许基金投资的其他金融工具（但须符合中国证监会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如法律法规或监管机构以后允许基金投资其他品种，基金管理人在履行适当程序后，可以将其纳入投资范围，并可依据届时有效的法律法规适时合理地调整投资范围。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股票型基金，基金的投资组合比例为：股票资产占基金资产的比例为80%-95%，其中投资于港股通标的股票不超过股票资产的50%；每个交易日日终在扣除股指期货合约、国债期货合约、股票期权合约需缴纳的交易保证金后，应当保持现金或者到期日在一年以内的政府债券不低于基金资产净值的5%，其中现金不得包括结算备付金、存出保证金及应收申购款等。</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如法律法规或监管机构以后对投资比例要求有变更的，基金管理人在履行适当程序后，可以做出相应调整。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具体包括：1、大类资产配置策略；2、股票（含存托凭证）投资策略；3、债券投资策略；4、资产支持证券投资策略；5、金融衍生品投资策略。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中证500指数收益率×65%+中证港股通综合指数（人民币）收益率×20%+中债-综合全价（总值）指数收益率×10%+银行活期存款利率（税后）×5%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本基金是股票型基金，其预期收益及风险水平高于货币市场基金、债券型基金、混合型基金。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资产若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tc>
      </w:tr>
    </w:tbl>
    <w:p w:rsidR="00AD3A6F" w:rsidRPr="00E87B8A" w:rsidRDefault="00E660F6">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注：详见《广发质量优选股票型证券投资基金招募说明书》及其更新文件中“基金的投资”。</w:t>
      </w:r>
    </w:p>
    <w:p w:rsidR="00AD3A6F" w:rsidRPr="00E87B8A" w:rsidRDefault="00E660F6">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660F6"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E660F6" gbicc:emptyAbove="2">
      <w:pPr>
        <w:autoSpaceDE w:val="0"/>
        <w:autoSpaceDN w:val="0"/>
        <w:adjustRightInd w:val="0"/>
        <w:spacing w:line="280" w:lineRule="exact"/>
        <w:jc w:val="left"/>
        <w:rPr>
          <w:rFonts w:ascii="仿宋" w:eastAsia="仿宋" w:hAnsi="仿宋"/>
          <w:color w:val="000000" w:themeColor="text1"/>
        </w:rPr>
      </w:pPr>
      <w:r w:rsidR="00A73782"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3"/>
        <w:gridCol w:w="3261"/>
        <w:gridCol w:w="1987"/>
        <w:gridCol w:w="1417"/>
      </w:tblGrid>
      <w:tr w:rsidR="00AD3A6F" w:rsidRPr="00E87B8A" w:rsidTr="00165844">
        <w:trPr>
          <w:trHeight w:val="454"/>
        </w:trPr>
        <w:tc>
          <w:tcPr>
            <w:tcW w:w="1313"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9"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1.20%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0.60%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0.80%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0.75%</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180日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180日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E660F6">
      <w:pPr>
        <w:autoSpaceDE w:val="0"/>
        <w:autoSpaceDN w:val="0"/>
        <w:adjustRightInd w:val="0"/>
        <w:spacing w:line="280" w:lineRule="exact"/>
        <w:jc w:val="left"/>
        <w:rPr>
          <w:rFonts w:ascii="仿宋" w:eastAsia="仿宋" w:hAnsi="仿宋" w:cs="方正仿宋简体"/>
          <w:iCs/>
          <w:color w:val="000000" w:themeColor="text1"/>
        </w:rPr>
      </w:pPr>
      <w:r w:rsidR="00A73782" w:rsidRPr="00E87B8A">
        <w:rPr>
          <w:rFonts w:ascii="仿宋" w:eastAsia="仿宋" w:hAnsi="仿宋" w:cs="方正仿宋简体" w:hint="eastAsia"/>
          <w:iCs/>
          <w:color w:val="000000" w:themeColor="text1"/>
        </w:rPr>
        <w:t>注：</w:t>
      </w:r>
      <w:r w:rsidR="00A73782" w:rsidRPr="00E87B8A">
        <w:rPr>
          <w:rFonts w:ascii="仿宋" w:eastAsia="仿宋" w:hAnsi="仿宋" w:cs="方正仿宋简体" w:hint="eastAsia"/>
          <w:iCs/>
          <w:color w:val="000000" w:themeColor="text1"/>
        </w:rPr>
        <w:t>1、本基金的认/申购费用由投资者承担，可用于市场推广、销售、注册登记等各项费用，不列入基金资产；基金销售机构可以对销售费用实行一定的优惠，具体以实际收取为准。</w:t>
        <w:br/>
        <w:t>2、本基金可对通过本公司直销中心认购/申购A类基金份额的特定投资者与除此之外的其他普通投资者实施差别的认购/申购费率，特定投资者范围及具体费率优惠详见基金管理人发布的相关公告。</w:t>
      </w:r>
    </w:p>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660F6">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本基金根据每笔基金份额的持有期限与持有期间年化收益率，在赎回、转出基金份额或基金合同终止的情形发生时确定该笔基金份额对应的管理费。当投资者赎回、转出基金份额或基金合同终止的情形发生时，持有期限不足一年（即365天，下同），则按1.20%年费率收取管理费；持有期限达到一年及以上，则根据持有期间年化收益率分为以下三种情况，分别确定对应的管理费率档位：</w:t>
              <w:br/>
              <w:t>若持有期间相对业绩比较基准的年化超额收益率在-3%及以下，按0.60%年费率确认管理费；若持有期间的年化超额收益率（扣除超额管理费后）超过6%且持有收益率（扣除超额管理费后）为正，按1.50%年费率确认管理费；其他情形按1.20%年费率确认管理费。</w:t>
            </w:r>
            <w:r w:rsidR="000D2645" w:rsidRPr="00E87B8A">
              <w:rPr>
                <w:rFonts w:ascii="仿宋" w:eastAsia="仿宋" w:hAnsi="仿宋" w:cs="方正仿宋简体" w:hint="eastAsia"/>
                <w:bCs/>
                <w:iCs/>
              </w:rPr>
              <w:t xml:space="preserve"> </w:t>
            </w:r>
            <w:r w:rsidR="000D2645" w:rsidRPr="00E87B8A">
              <w:rPr>
                <w:rFonts w:ascii="仿宋" w:eastAsia="仿宋" w:hAnsi="仿宋" w:hint="eastAsia"/>
                <w:color w:val="333399"/>
              </w:rPr>
              <w:t/>
            </w:r>
          </w:p>
        </w:tc>
        <w:tc>
          <w:tcPr>
            <w:tcW w:w="1457" w:type="pct"/>
            <w:tcBorders>
              <w:top w:val="dashSmallGap" w:sz="4" w:space="0" w:color="808080" w:themeColor="background1" w:themeShade="80"/>
            </w:tcBorders>
            <w:vAlign w:val="center"/>
          </w:tcPr>
          <w:p w:rsidR="000D2645" w:rsidRPr="00E87B8A" w:rsidRDefault="00E660F6"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0.20%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660F6"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660F6">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本基金的管理费包含固定管理费、或有管理费和超额管理费，具体计算方法详见招募说明书。</w:t>
        <w:br/>
        <w:t>本基金交易证券等产生的费用和税负，按实际发生额从基金资产扣除。</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（1）投资港股通标的股票的风险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1）港股交易失败风险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2）汇率风险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3）港股通可投资标的范围调整带来的风险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4）境外市场的风险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5）本基金存在不对港股进行投资的可能</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（2）投资股指期货的风险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1）基差风险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2）合约品种差异造成的风险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3）标的物风险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4）衍生品模型风险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（3）投资国债期货的风险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（4）投资股票期权的风险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（5）投资资产支持证券的风险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（6）投资存托凭证的风险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（7）浮动管理费模式相关风险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1）本基金的管理费由固定管理费、或有管理费和超额管理费组成，其中或有管理费和超额管理费取决于每笔基金份额的持有时长和持有期间年化收益率水平（详见基金合同“第十五部分 基金费用与税收”），因此投资者在认/申购本基金时无法预先确定本基金的整体管理费水平。</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由于本基金在计算基金份额净值时，按前一日基金资产净值的1.20%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3）本基金采用浮动管理费的收费模式，不代表基金管理人对基金收益的保证。</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（1）市场风险；（2）管理风险；（3）职业道德风险；（4）流动性风险；（5）合规性风险；（6）投资管理风险；（7）本基金法律文件风险收益特征表述与销售机构基金风险评价可能不一致的风险等。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（1）《广发质量优选股票型证券投资基金基金合同》</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（2）《广发质量优选股票型证券投资基金托管协议》</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（3）《广发质量优选股票型证券投资基金招募说明书》</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0F6" w:rsidRDefault="00E660F6" w:rsidP="0092395F">
      <w:r>
        <w:separator/>
      </w:r>
    </w:p>
  </w:endnote>
  <w:endnote w:type="continuationSeparator" w:id="0">
    <w:p w:rsidR="00E660F6" w:rsidRDefault="00E660F6"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A139E">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A139E">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0F6" w:rsidRDefault="00E660F6" w:rsidP="0092395F">
      <w:r>
        <w:separator/>
      </w:r>
    </w:p>
  </w:footnote>
  <w:footnote w:type="continuationSeparator" w:id="0">
    <w:p w:rsidR="00E660F6" w:rsidRDefault="00E660F6"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4EBF"/>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29B0"/>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E"/>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60F6"/>
    <w:rsid w:val="00E67600"/>
    <w:rsid w:val="00E67659"/>
    <w:rsid w:val="00E67E4D"/>
    <w:rsid w:val="00E70F68"/>
    <w:rsid w:val="00E71ACC"/>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5FC2"/>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23CB"/>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21BF0"/>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83FE7"/>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0179B"/>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 w:val="00FE3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08049F59-2469-4CF2-A19D-994CF890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