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广发上证科创板100增强策略交易型开放式指数证券投资基金发起式联接基金（广发上证科创板100增强策略ETF发起式联接A）基金产品资料概要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2025年10月28日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2025年11月10日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广发上证科创板100增强策略ETF发起式联接</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025678</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广发上证科创板100增强策略ETF发起式联接A</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025678</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中信建投证券股份有限公司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李育鑫</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2019-07-16</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满三年后继续存续的，连续20个工作日出现基金份额持有人数量不满200人或者基金资产净值低于5,000万元情形的，基金管理人应当在定期报告中予以披露；连续60个工作日出现上述情形的，基金管理人应当在10个工作日内向中国证监会报告并提出解决方案，解决方案包括持续运作、转换运作方式、与其他基金合并或者终止基金合同等，并在6个月内召集基金份额持有人大会。法律法规或中国证监会另有规定时，从其规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6个月内召集基金份额持有人大会进行表决，基金份额持有人大会未成功召开或就上述事项表决未通过的，基金合同终止。</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本基金通过主要投资于目标ETF，力争在控制跟踪误差的基础上获取超越业绩比较基准的投资收益。</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主要投资于目标ETF基金份额、标的指数成份股及备选成份股（含存托凭证）。此外，为更好地实现投资目标，本基金可少量投资于非成份股（包括科创板、创业板及其他国内依法发行上市的股票、存托凭证）、银行存款、债券（包括国债、地方政府债、政府支持债券、政府支持机构债券、金融债、企业债、公司债、次级债、可转换债券（含分离交易可转债）、可交换债券、央行票据、中期票据、短期融资券、超短期融资券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ETF为广发上证科创板100增强策略交易型开放式指数证券投资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本基金可根据法律法规的规定参与转融通证券出借及融资业务。</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如法律法规或监管机构以后允许基金投资于其他品种，基金管理人在履行适当程序后，可以将其纳入投资范围。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基金的投资组合比例为：投资于目标ETF的比例不低于基金资产净值的90%；每个交易日日终在扣除股指期货、股票期权、国债期货合约需缴纳的交易保证金后，现金及到期日在一年以内的政府债券的比例合计不低于基金资产净值的5%，现金不包括结算备付金、存出保证金、应收申购款等。股指期货、股票期权、国债期货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如法律法规或中国证监会变更投资品种的投资比例限制，基金管理人在履行适当程序后，可以做出相应调整。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ETF联接基金，主要投资于目标ETF、标的指数成份股和备选成份股（含存托凭证），本基金力争将本基金净值增长率与业绩比较基准之间的日均跟踪偏离度的绝对值控制在0.5%以内，年化跟踪误差控制在8%以内。</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具体包括：1、资产配置策略；2、目标ETF投资策略；3、股票投资策略；4、存托凭证投资策略；5、债券投资策略；6、金融衍生品投资策略；7、资产支持证券投资策略；8、参与转融通证券出借业务策略。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上证科创板100指数收益率×95%+银行活期存款利率（税后）×5%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本基金为ETF联接基金，风险与收益高于混合型基金、债券型基金与货币市场基金。本基金为指数型基金，具有与标的指数、以及标的指数所代表的股票市场相似的风险收益特征。</w:t>
            </w:r>
          </w:p>
        </w:tc>
      </w:tr>
    </w:tbl>
    <w:p w:rsidR="00AD3A6F" w:rsidRPr="00E87B8A" w:rsidRDefault="00E660F6">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注：详见《广发上证科创板100增强策略交易型开放式指数证券投资基金发起式联接基金招募说明书》及其更新文件中“基金的投资”。</w:t>
      </w:r>
    </w:p>
    <w:p w:rsidR="00AD3A6F" w:rsidRPr="00E87B8A" w:rsidRDefault="00E660F6">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660F6"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E660F6" gbicc:emptyAbove="2">
      <w:pPr>
        <w:autoSpaceDE w:val="0"/>
        <w:autoSpaceDN w:val="0"/>
        <w:adjustRightInd w:val="0"/>
        <w:spacing w:line="280" w:lineRule="exact"/>
        <w:jc w:val="left"/>
        <w:rPr>
          <w:rFonts w:ascii="仿宋" w:eastAsia="仿宋" w:hAnsi="仿宋"/>
          <w:color w:val="000000" w:themeColor="text1"/>
        </w:rPr>
      </w:pPr>
      <w:r w:rsidR="00A73782"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7"/>
        <w:gridCol w:w="1417"/>
      </w:tblGrid>
      <w:tr w:rsidR="00AD3A6F" w:rsidRPr="00E87B8A" w:rsidTr="00165844">
        <w:trPr>
          <w:trHeight w:val="454"/>
        </w:trPr>
        <w:tc>
          <w:tcPr>
            <w:tcW w:w="1313"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9"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0.40%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E660F6">
      <w:pPr>
        <w:autoSpaceDE w:val="0"/>
        <w:autoSpaceDN w:val="0"/>
        <w:adjustRightInd w:val="0"/>
        <w:spacing w:line="280" w:lineRule="exact"/>
        <w:jc w:val="left"/>
        <w:rPr>
          <w:rFonts w:ascii="仿宋" w:eastAsia="仿宋" w:hAnsi="仿宋" w:cs="方正仿宋简体"/>
          <w:iCs/>
          <w:color w:val="000000" w:themeColor="text1"/>
        </w:rPr>
      </w:pPr>
      <w:r w:rsidR="00A73782" w:rsidRPr="00E87B8A">
        <w:rPr>
          <w:rFonts w:ascii="仿宋" w:eastAsia="仿宋" w:hAnsi="仿宋" w:cs="方正仿宋简体" w:hint="eastAsia"/>
          <w:iCs/>
          <w:color w:val="000000" w:themeColor="text1"/>
        </w:rPr>
        <w:t>注：</w:t>
      </w:r>
      <w:r w:rsidR="00A73782" w:rsidRPr="00E87B8A">
        <w:rPr>
          <w:rFonts w:ascii="仿宋" w:eastAsia="仿宋" w:hAnsi="仿宋" w:cs="方正仿宋简体" w:hint="eastAsia"/>
          <w:iCs/>
          <w:color w:val="000000" w:themeColor="text1"/>
        </w:rPr>
        <w:t>1、本基金的认/申购费用由认/申购人承担，可用于市场推广、销售、注册登记等各项费用，不列入基金资产。基金销售机构可以对销售费用实行一定的优惠，具体以实际收取为准。</w:t>
        <w:br/>
        <w:t>2、本基金对通过本公司直销中心认/申购A类基金份额的特定投资者与除此之外的其他普通投资者实施差别的认/申购费率，特定投资者范围及具体费率优惠详见基金管理人发布的相关公告。</w:t>
      </w:r>
    </w:p>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660F6">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0.50%</w:t>
            </w:r>
          </w:p>
        </w:tc>
        <w:tc>
          <w:tcPr>
            <w:tcW w:w="1457" w:type="pct"/>
            <w:tcBorders>
              <w:top w:val="dashSmallGap" w:sz="4" w:space="0" w:color="808080" w:themeColor="background1" w:themeShade="80"/>
            </w:tcBorders>
            <w:vAlign w:val="center"/>
          </w:tcPr>
          <w:p w:rsidR="000D2645" w:rsidRPr="00E87B8A" w:rsidRDefault="00E660F6"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660F6"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660F6">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本基金交易证券、基金等产生的费用和税负，按实际发生额从基金资产扣除；</w:t>
        <w:br/>
        <w:t>本基金基金财产中投资于目标ETF的部分不收取管理费和托管费。</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（1）指数投资相关的风险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1）标的指数回报与目标股票市场平均回报偏离的风险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2）标的指数波动的风险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3）基金投资组合回报与标的指数回报偏离的风险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4）成份股权重较大的风险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5）成份股停牌的风险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6）指数成份股发生负面事件面临退市时的应对风险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7）指数编制机构停止服务的风险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8）标的指数值计算出错的风险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（2）ETF联接基金相关投资风险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1）投资于目标ETF的风险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2）跟踪误差控制未达约定目标的风险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3）本基金为目标ETF的联接基金，但不能保证本基金的表现与目标ETF的表现完全一致</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4）目标ETF面临的风险可能直接或间接成为本基金的风险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5）由目标ETF的联接基金变更为直接投资目标ETF标的指数成份股的指数基金的风险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（3）投资股指期货的风险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1）基差风险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2）合约品种差异造成的风险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3）标的物风险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4）衍生品模型风险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（4）投资国债期货的风险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（7）参与转融通证券出借业务风险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（8）投资股票期权的风险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（9）参与融资业务风险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（10）增强策略失效风险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11）本基金基金合同生效满三年之日，若基金资产净值低于2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（1）市场风险；（2）管理风险；（3）职业道德风险；（4）流动性风险；（5）合规性风险；（6）本基金法律文件风险收益特征表述与销售机构基金风险评价可能不一致的风险等。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（1）《广发上证科创板100增强策略交易型开放式指数证券投资基金发起式联接基金基金合同》</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（2）《广发上证科创板100增强策略交易型开放式指数证券投资基金发起式联接基金托管协议》</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（3）《广发上证科创板100增强策略交易型开放式指数证券投资基金发起式联接基金招募说明书》</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F6" w:rsidRDefault="00E660F6" w:rsidP="0092395F">
      <w:r>
        <w:separator/>
      </w:r>
    </w:p>
  </w:endnote>
  <w:endnote w:type="continuationSeparator" w:id="0">
    <w:p w:rsidR="00E660F6" w:rsidRDefault="00E660F6"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A139E">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A139E">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F6" w:rsidRDefault="00E660F6" w:rsidP="0092395F">
      <w:r>
        <w:separator/>
      </w:r>
    </w:p>
  </w:footnote>
  <w:footnote w:type="continuationSeparator" w:id="0">
    <w:p w:rsidR="00E660F6" w:rsidRDefault="00E660F6"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1BF0"/>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83FE7"/>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0179B"/>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 w:val="00FE3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08049F59-2469-4CF2-A19D-994CF89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